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0F134" w14:textId="77777777" w:rsidR="006C0D4E" w:rsidRDefault="006C0D4E"/>
    <w:p w14:paraId="711217A7" w14:textId="77777777" w:rsidR="006C0D4E" w:rsidRDefault="006C0D4E"/>
    <w:p w14:paraId="5E22519C" w14:textId="77777777" w:rsidR="006C0D4E" w:rsidRDefault="006C0D4E"/>
    <w:p w14:paraId="65A1B5E5" w14:textId="77777777" w:rsidR="006C0D4E" w:rsidRDefault="006C0D4E"/>
    <w:p w14:paraId="07CC056F" w14:textId="77777777" w:rsidR="00B401D0" w:rsidRDefault="00B401D0">
      <w:pPr>
        <w:rPr>
          <w:b/>
          <w:sz w:val="40"/>
          <w:szCs w:val="40"/>
        </w:rPr>
      </w:pPr>
    </w:p>
    <w:p w14:paraId="38F934BD" w14:textId="77777777" w:rsidR="00910FA2" w:rsidRDefault="00910FA2">
      <w:pPr>
        <w:rPr>
          <w:b/>
          <w:sz w:val="40"/>
          <w:szCs w:val="40"/>
        </w:rPr>
      </w:pPr>
    </w:p>
    <w:p w14:paraId="4B690017" w14:textId="77777777" w:rsidR="00882BE9" w:rsidRDefault="00882BE9">
      <w:pPr>
        <w:rPr>
          <w:b/>
          <w:sz w:val="40"/>
          <w:szCs w:val="40"/>
        </w:rPr>
      </w:pPr>
    </w:p>
    <w:p w14:paraId="16354C7F" w14:textId="77777777" w:rsidR="006C0D4E" w:rsidRDefault="006C0D4E"/>
    <w:p w14:paraId="15C46B52" w14:textId="77777777" w:rsidR="006C0D4E" w:rsidRDefault="006C0D4E"/>
    <w:tbl>
      <w:tblPr>
        <w:tblW w:w="88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09"/>
        <w:gridCol w:w="2923"/>
        <w:gridCol w:w="3483"/>
      </w:tblGrid>
      <w:tr w:rsidR="006C0D4E" w14:paraId="66118F33" w14:textId="77777777" w:rsidTr="00E1055C">
        <w:tc>
          <w:tcPr>
            <w:tcW w:w="8886" w:type="dxa"/>
            <w:gridSpan w:val="4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2B55F1B2" w14:textId="77777777" w:rsidR="00882BE9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mallCaps/>
                <w:sz w:val="28"/>
              </w:rPr>
            </w:pPr>
          </w:p>
          <w:p w14:paraId="1B260964" w14:textId="77777777" w:rsidR="00EE0612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mallCaps/>
                <w:sz w:val="28"/>
              </w:rPr>
              <w:t>ING. VÁCLAV REMUTA</w:t>
            </w:r>
          </w:p>
          <w:p w14:paraId="1D42FEFF" w14:textId="77777777" w:rsidR="006C0D4E" w:rsidRPr="00882BE9" w:rsidRDefault="00882BE9" w:rsidP="00882BE9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PRŮBĚŽNÁ 3372, 43401 MOST</w:t>
            </w:r>
          </w:p>
          <w:p w14:paraId="2E3D42EC" w14:textId="77777777" w:rsidR="00882BE9" w:rsidRPr="00882BE9" w:rsidRDefault="00882BE9" w:rsidP="00882BE9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IČ: 6375 6617, DIČ: CZ6812161521</w:t>
            </w:r>
          </w:p>
          <w:p w14:paraId="7F3D19BE" w14:textId="77777777" w:rsidR="00882BE9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52AC9E7C" w14:textId="77777777" w:rsidTr="00E1055C">
        <w:tc>
          <w:tcPr>
            <w:tcW w:w="1771" w:type="dxa"/>
            <w:tcBorders>
              <w:left w:val="double" w:sz="12" w:space="0" w:color="auto"/>
            </w:tcBorders>
          </w:tcPr>
          <w:p w14:paraId="4AAF7710" w14:textId="77777777" w:rsidR="006C0D4E" w:rsidRPr="00882BE9" w:rsidRDefault="006C0D4E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882BE9">
              <w:rPr>
                <w:rFonts w:ascii="Arial" w:hAnsi="Arial" w:cs="Arial"/>
                <w:b/>
                <w:sz w:val="28"/>
                <w:szCs w:val="28"/>
              </w:rPr>
              <w:tab/>
            </w:r>
          </w:p>
          <w:p w14:paraId="48776AFE" w14:textId="77777777" w:rsidR="006C0D4E" w:rsidRPr="00882BE9" w:rsidRDefault="001D72F3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A139EE" w:rsidRPr="00882BE9">
              <w:rPr>
                <w:rFonts w:ascii="Arial" w:hAnsi="Arial" w:cs="Arial"/>
                <w:b/>
                <w:sz w:val="28"/>
                <w:szCs w:val="28"/>
              </w:rPr>
              <w:t>Objednatel</w:t>
            </w:r>
            <w:r w:rsidR="006C0D4E" w:rsidRPr="00882BE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7115" w:type="dxa"/>
            <w:gridSpan w:val="3"/>
            <w:tcBorders>
              <w:left w:val="nil"/>
              <w:right w:val="double" w:sz="12" w:space="0" w:color="auto"/>
            </w:tcBorders>
          </w:tcPr>
          <w:p w14:paraId="2850655F" w14:textId="77777777" w:rsidR="00754C2D" w:rsidRPr="00882BE9" w:rsidRDefault="00754C2D" w:rsidP="00434305">
            <w:pPr>
              <w:rPr>
                <w:rFonts w:ascii="Arial" w:hAnsi="Arial" w:cs="Arial"/>
                <w:sz w:val="28"/>
                <w:szCs w:val="28"/>
              </w:rPr>
            </w:pPr>
          </w:p>
          <w:p w14:paraId="6FF18F81" w14:textId="49B00C00" w:rsidR="00A124B7" w:rsidRDefault="00874D4F" w:rsidP="00BF25D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Statutární město Chomutov</w:t>
            </w:r>
          </w:p>
          <w:p w14:paraId="2F4DB1D9" w14:textId="45D5C6A2" w:rsidR="00754C2D" w:rsidRPr="00882BE9" w:rsidRDefault="00874D4F" w:rsidP="00A124B7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Zborovská 4602, 430 28 Chomutov</w:t>
            </w:r>
          </w:p>
        </w:tc>
      </w:tr>
      <w:tr w:rsidR="006C0D4E" w14:paraId="49E333B5" w14:textId="77777777" w:rsidTr="00E1055C">
        <w:tc>
          <w:tcPr>
            <w:tcW w:w="1771" w:type="dxa"/>
            <w:tcBorders>
              <w:left w:val="double" w:sz="12" w:space="0" w:color="auto"/>
            </w:tcBorders>
          </w:tcPr>
          <w:p w14:paraId="4348CDEB" w14:textId="77777777" w:rsidR="006C0D4E" w:rsidRPr="00882BE9" w:rsidRDefault="001D72F3" w:rsidP="00882BE9">
            <w:pPr>
              <w:tabs>
                <w:tab w:val="left" w:pos="1418"/>
              </w:tabs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6C0D4E" w:rsidRPr="00882BE9">
              <w:rPr>
                <w:rFonts w:ascii="Arial" w:hAnsi="Arial" w:cs="Arial"/>
                <w:b/>
                <w:sz w:val="28"/>
                <w:szCs w:val="28"/>
              </w:rPr>
              <w:t>Akce:</w:t>
            </w:r>
          </w:p>
        </w:tc>
        <w:tc>
          <w:tcPr>
            <w:tcW w:w="7115" w:type="dxa"/>
            <w:gridSpan w:val="3"/>
            <w:tcBorders>
              <w:left w:val="nil"/>
              <w:right w:val="double" w:sz="12" w:space="0" w:color="auto"/>
            </w:tcBorders>
          </w:tcPr>
          <w:p w14:paraId="23F7D246" w14:textId="7EC92F15" w:rsidR="00ED3C45" w:rsidRDefault="00874D4F" w:rsidP="00882BE9">
            <w:pPr>
              <w:spacing w:before="120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Rekonstrukce plynové kotelny</w:t>
            </w:r>
          </w:p>
          <w:p w14:paraId="61E0FF3B" w14:textId="524D1737" w:rsidR="00A124B7" w:rsidRPr="00A124B7" w:rsidRDefault="00874D4F" w:rsidP="00882BE9">
            <w:pPr>
              <w:spacing w:before="120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4. MŠ Blatenská Chomutov</w:t>
            </w:r>
          </w:p>
          <w:p w14:paraId="754A992C" w14:textId="77777777" w:rsidR="00B1629C" w:rsidRPr="00882BE9" w:rsidRDefault="00B1629C" w:rsidP="00882BE9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C0D4E" w14:paraId="3CF6B2F6" w14:textId="77777777" w:rsidTr="00E1055C">
        <w:tc>
          <w:tcPr>
            <w:tcW w:w="1771" w:type="dxa"/>
            <w:tcBorders>
              <w:left w:val="double" w:sz="12" w:space="0" w:color="auto"/>
            </w:tcBorders>
          </w:tcPr>
          <w:p w14:paraId="2C437102" w14:textId="77777777" w:rsidR="006C0D4E" w:rsidRPr="00882BE9" w:rsidRDefault="006C0D4E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115" w:type="dxa"/>
            <w:gridSpan w:val="3"/>
            <w:tcBorders>
              <w:left w:val="nil"/>
              <w:right w:val="double" w:sz="12" w:space="0" w:color="auto"/>
            </w:tcBorders>
          </w:tcPr>
          <w:p w14:paraId="325333CB" w14:textId="77777777" w:rsidR="00772A42" w:rsidRPr="00882BE9" w:rsidRDefault="00772A42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287E760B" w14:textId="77777777" w:rsidTr="00E1055C">
        <w:tc>
          <w:tcPr>
            <w:tcW w:w="8886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5F3C5464" w14:textId="77777777" w:rsidR="00A15BEA" w:rsidRPr="00882BE9" w:rsidRDefault="00A15BEA" w:rsidP="00A15BEA">
            <w:pPr>
              <w:tabs>
                <w:tab w:val="left" w:pos="1418"/>
              </w:tabs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3FEDDFC6" w14:textId="77777777" w:rsidTr="00E1055C">
        <w:tc>
          <w:tcPr>
            <w:tcW w:w="8886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16834530" w14:textId="77777777" w:rsidR="00A03D58" w:rsidRDefault="00B40CCA" w:rsidP="00B54D35">
            <w:pPr>
              <w:pStyle w:val="Nadpis3"/>
              <w:rPr>
                <w:rFonts w:ascii="Arial" w:hAnsi="Arial" w:cs="Arial"/>
              </w:rPr>
            </w:pPr>
            <w:r w:rsidRPr="00882BE9">
              <w:rPr>
                <w:rFonts w:ascii="Arial" w:hAnsi="Arial" w:cs="Arial"/>
              </w:rPr>
              <w:t xml:space="preserve">projektová dokumentace  </w:t>
            </w:r>
            <w:r w:rsidR="00954975" w:rsidRPr="00882BE9">
              <w:rPr>
                <w:rFonts w:ascii="Arial" w:hAnsi="Arial" w:cs="Arial"/>
              </w:rPr>
              <w:br/>
              <w:t>pro provádění stavby</w:t>
            </w:r>
          </w:p>
          <w:p w14:paraId="4501F6F6" w14:textId="77777777" w:rsidR="00AB61CF" w:rsidRDefault="00AB61CF" w:rsidP="007C02F0">
            <w:pPr>
              <w:pStyle w:val="Nadpis3"/>
              <w:rPr>
                <w:rFonts w:ascii="Arial" w:hAnsi="Arial" w:cs="Arial"/>
              </w:rPr>
            </w:pPr>
          </w:p>
          <w:p w14:paraId="1317AC3E" w14:textId="1A8F4606" w:rsidR="00675826" w:rsidRPr="003F1F53" w:rsidRDefault="007A3EA6" w:rsidP="009C471C">
            <w:pPr>
              <w:pStyle w:val="Nadpis3"/>
              <w:rPr>
                <w:rFonts w:ascii="Arial" w:hAnsi="Arial" w:cs="Arial"/>
                <w:sz w:val="36"/>
                <w:szCs w:val="36"/>
              </w:rPr>
            </w:pPr>
            <w:r w:rsidRPr="003F1F53">
              <w:rPr>
                <w:rFonts w:ascii="Arial" w:hAnsi="Arial" w:cs="Arial"/>
                <w:sz w:val="36"/>
                <w:szCs w:val="36"/>
              </w:rPr>
              <w:t>D.1.4.</w:t>
            </w:r>
            <w:r w:rsidR="0012540C">
              <w:rPr>
                <w:rFonts w:ascii="Arial" w:hAnsi="Arial" w:cs="Arial"/>
                <w:sz w:val="36"/>
                <w:szCs w:val="36"/>
              </w:rPr>
              <w:t>2</w:t>
            </w:r>
            <w:r w:rsidR="00774420" w:rsidRPr="003F1F53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3F1F53">
              <w:rPr>
                <w:rFonts w:ascii="Arial" w:hAnsi="Arial" w:cs="Arial"/>
                <w:sz w:val="36"/>
                <w:szCs w:val="36"/>
              </w:rPr>
              <w:t>-</w:t>
            </w:r>
            <w:r w:rsidR="00774420" w:rsidRPr="003F1F53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3F1F53">
              <w:rPr>
                <w:rFonts w:ascii="Arial" w:hAnsi="Arial" w:cs="Arial"/>
                <w:sz w:val="36"/>
                <w:szCs w:val="36"/>
              </w:rPr>
              <w:t>TECHNIKA PROSTŘEDÍ STAVEB</w:t>
            </w:r>
          </w:p>
          <w:p w14:paraId="283D1AC2" w14:textId="0EC7D3EA" w:rsidR="007A3EA6" w:rsidRPr="003F1F53" w:rsidRDefault="0012540C" w:rsidP="007A3EA6">
            <w:pPr>
              <w:spacing w:before="120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VYTÁPĚNÍ</w:t>
            </w:r>
          </w:p>
          <w:p w14:paraId="35E7108E" w14:textId="77777777" w:rsidR="009C471C" w:rsidRPr="009C471C" w:rsidRDefault="009C471C" w:rsidP="009C471C"/>
          <w:p w14:paraId="44E043C4" w14:textId="77777777" w:rsidR="00982B7B" w:rsidRDefault="00982B7B" w:rsidP="007C02F0">
            <w:pPr>
              <w:jc w:val="center"/>
            </w:pPr>
          </w:p>
          <w:p w14:paraId="0D603C16" w14:textId="785A8D00" w:rsidR="006C0D4E" w:rsidRPr="00882BE9" w:rsidRDefault="00303615" w:rsidP="007C02F0">
            <w:pPr>
              <w:jc w:val="center"/>
              <w:rPr>
                <w:rFonts w:ascii="Arial" w:hAnsi="Arial" w:cs="Arial"/>
              </w:rPr>
            </w:pPr>
            <w:r>
              <w:tab/>
            </w:r>
          </w:p>
        </w:tc>
      </w:tr>
      <w:tr w:rsidR="006C0D4E" w14:paraId="6726045A" w14:textId="77777777" w:rsidTr="00E1055C">
        <w:tc>
          <w:tcPr>
            <w:tcW w:w="2480" w:type="dxa"/>
            <w:gridSpan w:val="2"/>
            <w:tcBorders>
              <w:top w:val="double" w:sz="12" w:space="0" w:color="auto"/>
              <w:left w:val="double" w:sz="12" w:space="0" w:color="auto"/>
            </w:tcBorders>
          </w:tcPr>
          <w:p w14:paraId="23AE8938" w14:textId="77777777" w:rsidR="006C0D4E" w:rsidRPr="00882BE9" w:rsidRDefault="001D72F3" w:rsidP="00C24523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="006C0D4E" w:rsidRPr="00882BE9">
              <w:rPr>
                <w:rFonts w:ascii="Arial" w:hAnsi="Arial" w:cs="Arial"/>
                <w:b/>
                <w:sz w:val="24"/>
              </w:rPr>
              <w:t>Vypracoval:</w:t>
            </w:r>
            <w:r w:rsidR="006C0D4E" w:rsidRPr="00882BE9">
              <w:rPr>
                <w:rFonts w:ascii="Arial" w:hAnsi="Arial" w:cs="Arial"/>
                <w:b/>
                <w:sz w:val="24"/>
              </w:rPr>
              <w:tab/>
            </w:r>
          </w:p>
        </w:tc>
        <w:tc>
          <w:tcPr>
            <w:tcW w:w="2923" w:type="dxa"/>
            <w:tcBorders>
              <w:top w:val="double" w:sz="12" w:space="0" w:color="auto"/>
            </w:tcBorders>
          </w:tcPr>
          <w:p w14:paraId="79D2FE76" w14:textId="77777777" w:rsidR="006C0D4E" w:rsidRPr="00882BE9" w:rsidRDefault="00882BE9" w:rsidP="00C24523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Ing. Václav Remuta</w:t>
            </w:r>
          </w:p>
          <w:p w14:paraId="2E78DBE5" w14:textId="77777777" w:rsidR="00882BE9" w:rsidRPr="00882BE9" w:rsidRDefault="00882BE9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Průběžná 3372</w:t>
            </w:r>
          </w:p>
          <w:p w14:paraId="6D98B0BD" w14:textId="77777777" w:rsidR="005A174C" w:rsidRPr="00882BE9" w:rsidRDefault="00882BE9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43401 Most</w:t>
            </w:r>
          </w:p>
          <w:p w14:paraId="15C1269E" w14:textId="77777777" w:rsidR="006C0D4E" w:rsidRPr="00882BE9" w:rsidRDefault="006C0D4E">
            <w:pPr>
              <w:tabs>
                <w:tab w:val="left" w:pos="1701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483" w:type="dxa"/>
            <w:tcBorders>
              <w:top w:val="double" w:sz="12" w:space="0" w:color="auto"/>
              <w:right w:val="double" w:sz="12" w:space="0" w:color="auto"/>
            </w:tcBorders>
          </w:tcPr>
          <w:p w14:paraId="2DF33ADD" w14:textId="29449518" w:rsidR="006C0D4E" w:rsidRPr="00882BE9" w:rsidRDefault="006C0D4E" w:rsidP="007138CA">
            <w:pPr>
              <w:spacing w:before="120"/>
              <w:rPr>
                <w:rFonts w:ascii="Arial" w:hAnsi="Arial" w:cs="Arial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 xml:space="preserve">Zakázka č.  </w:t>
            </w:r>
            <w:r w:rsidR="00A124B7">
              <w:rPr>
                <w:rFonts w:ascii="Arial" w:hAnsi="Arial" w:cs="Arial"/>
                <w:b/>
                <w:sz w:val="24"/>
              </w:rPr>
              <w:t>0</w:t>
            </w:r>
            <w:r w:rsidR="00874D4F">
              <w:rPr>
                <w:rFonts w:ascii="Arial" w:hAnsi="Arial" w:cs="Arial"/>
                <w:b/>
                <w:sz w:val="24"/>
              </w:rPr>
              <w:t>3</w:t>
            </w:r>
            <w:r w:rsidR="00882BE9" w:rsidRPr="00882BE9">
              <w:rPr>
                <w:rFonts w:ascii="Arial" w:hAnsi="Arial" w:cs="Arial"/>
                <w:b/>
                <w:sz w:val="24"/>
              </w:rPr>
              <w:t>-20</w:t>
            </w:r>
            <w:r w:rsidR="001D2260">
              <w:rPr>
                <w:rFonts w:ascii="Arial" w:hAnsi="Arial" w:cs="Arial"/>
                <w:b/>
                <w:sz w:val="24"/>
              </w:rPr>
              <w:t>2</w:t>
            </w:r>
            <w:r w:rsidR="00A124B7">
              <w:rPr>
                <w:rFonts w:ascii="Arial" w:hAnsi="Arial" w:cs="Arial"/>
                <w:b/>
                <w:sz w:val="24"/>
              </w:rPr>
              <w:t>1</w:t>
            </w:r>
            <w:r w:rsidR="00882BE9" w:rsidRPr="00882BE9">
              <w:rPr>
                <w:rFonts w:ascii="Arial" w:hAnsi="Arial" w:cs="Arial"/>
                <w:b/>
                <w:sz w:val="24"/>
              </w:rPr>
              <w:t>-</w:t>
            </w:r>
            <w:r w:rsidR="001D2260">
              <w:rPr>
                <w:rFonts w:ascii="Arial" w:hAnsi="Arial" w:cs="Arial"/>
                <w:b/>
                <w:sz w:val="24"/>
              </w:rPr>
              <w:t>5</w:t>
            </w:r>
            <w:r w:rsidR="00A124B7">
              <w:rPr>
                <w:rFonts w:ascii="Arial" w:hAnsi="Arial" w:cs="Arial"/>
                <w:b/>
                <w:sz w:val="24"/>
              </w:rPr>
              <w:t>2</w:t>
            </w:r>
            <w:r w:rsidR="00874D4F">
              <w:rPr>
                <w:rFonts w:ascii="Arial" w:hAnsi="Arial" w:cs="Arial"/>
                <w:b/>
                <w:sz w:val="24"/>
              </w:rPr>
              <w:t>6</w:t>
            </w:r>
          </w:p>
        </w:tc>
      </w:tr>
      <w:tr w:rsidR="006C0D4E" w14:paraId="2983E6EC" w14:textId="77777777" w:rsidTr="00E1055C">
        <w:tc>
          <w:tcPr>
            <w:tcW w:w="2480" w:type="dxa"/>
            <w:gridSpan w:val="2"/>
            <w:tcBorders>
              <w:left w:val="double" w:sz="12" w:space="0" w:color="auto"/>
            </w:tcBorders>
          </w:tcPr>
          <w:p w14:paraId="3881E941" w14:textId="2B5A2468" w:rsidR="006C0D4E" w:rsidRPr="00882BE9" w:rsidRDefault="001D72F3" w:rsidP="00CE528C">
            <w:pPr>
              <w:tabs>
                <w:tab w:val="left" w:pos="1701"/>
                <w:tab w:val="left" w:pos="6804"/>
              </w:tabs>
              <w:ind w:right="-35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="00882BE9" w:rsidRPr="00882BE9">
              <w:rPr>
                <w:rFonts w:ascii="Arial" w:hAnsi="Arial" w:cs="Arial"/>
                <w:b/>
                <w:sz w:val="24"/>
              </w:rPr>
              <w:t>Most</w:t>
            </w:r>
            <w:r w:rsidR="00754C2D" w:rsidRPr="00882BE9">
              <w:rPr>
                <w:rFonts w:ascii="Arial" w:hAnsi="Arial" w:cs="Arial"/>
                <w:b/>
                <w:sz w:val="24"/>
              </w:rPr>
              <w:t>,</w:t>
            </w:r>
            <w:r w:rsidR="00597730">
              <w:rPr>
                <w:rFonts w:ascii="Arial" w:hAnsi="Arial" w:cs="Arial"/>
                <w:b/>
                <w:sz w:val="24"/>
              </w:rPr>
              <w:t xml:space="preserve"> </w:t>
            </w:r>
            <w:r w:rsidR="00A124B7">
              <w:rPr>
                <w:rFonts w:ascii="Arial" w:hAnsi="Arial" w:cs="Arial"/>
                <w:b/>
                <w:sz w:val="24"/>
              </w:rPr>
              <w:t>duben</w:t>
            </w:r>
            <w:r w:rsidR="001D2260">
              <w:rPr>
                <w:rFonts w:ascii="Arial" w:hAnsi="Arial" w:cs="Arial"/>
                <w:b/>
                <w:sz w:val="24"/>
              </w:rPr>
              <w:t xml:space="preserve"> </w:t>
            </w:r>
            <w:r w:rsidR="00954975" w:rsidRPr="00882BE9">
              <w:rPr>
                <w:rFonts w:ascii="Arial" w:hAnsi="Arial" w:cs="Arial"/>
                <w:b/>
                <w:sz w:val="24"/>
              </w:rPr>
              <w:t>20</w:t>
            </w:r>
            <w:r w:rsidR="001D2260">
              <w:rPr>
                <w:rFonts w:ascii="Arial" w:hAnsi="Arial" w:cs="Arial"/>
                <w:b/>
                <w:sz w:val="24"/>
              </w:rPr>
              <w:t>2</w:t>
            </w:r>
            <w:r w:rsidR="00A124B7">
              <w:rPr>
                <w:rFonts w:ascii="Arial" w:hAnsi="Arial" w:cs="Arial"/>
                <w:b/>
                <w:sz w:val="24"/>
              </w:rPr>
              <w:t>1</w:t>
            </w:r>
          </w:p>
        </w:tc>
        <w:tc>
          <w:tcPr>
            <w:tcW w:w="2923" w:type="dxa"/>
          </w:tcPr>
          <w:p w14:paraId="6ADE466A" w14:textId="77777777" w:rsidR="006C0D4E" w:rsidRPr="00882BE9" w:rsidRDefault="006C0D4E">
            <w:pPr>
              <w:rPr>
                <w:rFonts w:ascii="Arial" w:hAnsi="Arial" w:cs="Arial"/>
              </w:rPr>
            </w:pPr>
          </w:p>
        </w:tc>
        <w:tc>
          <w:tcPr>
            <w:tcW w:w="3483" w:type="dxa"/>
            <w:tcBorders>
              <w:right w:val="double" w:sz="12" w:space="0" w:color="auto"/>
            </w:tcBorders>
          </w:tcPr>
          <w:p w14:paraId="6C404E9C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 w:rsidRPr="00882BE9">
              <w:rPr>
                <w:rFonts w:ascii="Arial" w:hAnsi="Arial" w:cs="Arial"/>
                <w:b/>
                <w:sz w:val="24"/>
              </w:rPr>
              <w:t>Paré</w:t>
            </w:r>
            <w:proofErr w:type="spellEnd"/>
            <w:r w:rsidRPr="00882BE9">
              <w:rPr>
                <w:rFonts w:ascii="Arial" w:hAnsi="Arial" w:cs="Arial"/>
                <w:b/>
                <w:sz w:val="24"/>
              </w:rPr>
              <w:t xml:space="preserve"> č.:</w:t>
            </w:r>
          </w:p>
          <w:p w14:paraId="7A14AB7B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</w:p>
          <w:p w14:paraId="060394C8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</w:p>
          <w:p w14:paraId="526F8350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</w:p>
          <w:p w14:paraId="1B0D78EB" w14:textId="77777777" w:rsidR="00882BE9" w:rsidRPr="00882BE9" w:rsidRDefault="00882BE9">
            <w:pPr>
              <w:rPr>
                <w:rFonts w:ascii="Arial" w:hAnsi="Arial" w:cs="Arial"/>
                <w:b/>
                <w:sz w:val="24"/>
              </w:rPr>
            </w:pPr>
          </w:p>
          <w:p w14:paraId="6EE49594" w14:textId="77777777" w:rsidR="00882BE9" w:rsidRPr="00882BE9" w:rsidRDefault="00882BE9">
            <w:pPr>
              <w:rPr>
                <w:rFonts w:ascii="Arial" w:hAnsi="Arial" w:cs="Arial"/>
                <w:b/>
                <w:sz w:val="24"/>
              </w:rPr>
            </w:pPr>
          </w:p>
          <w:p w14:paraId="524B302C" w14:textId="77777777" w:rsidR="00882BE9" w:rsidRPr="00882BE9" w:rsidRDefault="00882BE9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6C0D4E" w14:paraId="4374C60D" w14:textId="77777777" w:rsidTr="00E1055C">
        <w:tc>
          <w:tcPr>
            <w:tcW w:w="2480" w:type="dxa"/>
            <w:gridSpan w:val="2"/>
            <w:tcBorders>
              <w:left w:val="double" w:sz="12" w:space="0" w:color="auto"/>
              <w:bottom w:val="double" w:sz="12" w:space="0" w:color="auto"/>
            </w:tcBorders>
          </w:tcPr>
          <w:p w14:paraId="443EA488" w14:textId="77777777" w:rsidR="006C0D4E" w:rsidRDefault="006C0D4E"/>
        </w:tc>
        <w:tc>
          <w:tcPr>
            <w:tcW w:w="2923" w:type="dxa"/>
            <w:tcBorders>
              <w:bottom w:val="double" w:sz="12" w:space="0" w:color="auto"/>
            </w:tcBorders>
          </w:tcPr>
          <w:p w14:paraId="323AC31C" w14:textId="77777777" w:rsidR="006C0D4E" w:rsidRDefault="006C0D4E"/>
        </w:tc>
        <w:tc>
          <w:tcPr>
            <w:tcW w:w="3483" w:type="dxa"/>
            <w:tcBorders>
              <w:bottom w:val="double" w:sz="12" w:space="0" w:color="auto"/>
              <w:right w:val="double" w:sz="12" w:space="0" w:color="auto"/>
            </w:tcBorders>
          </w:tcPr>
          <w:p w14:paraId="135BCA83" w14:textId="77777777" w:rsidR="00882BE9" w:rsidRDefault="00882BE9"/>
        </w:tc>
      </w:tr>
    </w:tbl>
    <w:p w14:paraId="5EE02AFD" w14:textId="77777777" w:rsidR="00E1055C" w:rsidRDefault="00E1055C" w:rsidP="00817842">
      <w:pPr>
        <w:tabs>
          <w:tab w:val="left" w:pos="2552"/>
          <w:tab w:val="left" w:pos="4536"/>
        </w:tabs>
        <w:rPr>
          <w:sz w:val="24"/>
          <w:szCs w:val="24"/>
        </w:rPr>
      </w:pPr>
    </w:p>
    <w:sectPr w:rsidR="00E1055C">
      <w:footerReference w:type="even" r:id="rId7"/>
      <w:footerReference w:type="default" r:id="rId8"/>
      <w:pgSz w:w="11907" w:h="16840"/>
      <w:pgMar w:top="1418" w:right="1418" w:bottom="851" w:left="1418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3BABC" w14:textId="77777777" w:rsidR="00AC08CE" w:rsidRDefault="00AC08CE">
      <w:r>
        <w:separator/>
      </w:r>
    </w:p>
  </w:endnote>
  <w:endnote w:type="continuationSeparator" w:id="0">
    <w:p w14:paraId="06776C9A" w14:textId="77777777" w:rsidR="00AC08CE" w:rsidRDefault="00AC0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CB9F7" w14:textId="77777777" w:rsidR="00FC3954" w:rsidRDefault="00FC395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52C6E90F" w14:textId="77777777" w:rsidR="00FC3954" w:rsidRDefault="00FC39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4C414" w14:textId="77777777" w:rsidR="00FC3954" w:rsidRDefault="00FC395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9684E">
      <w:rPr>
        <w:rStyle w:val="slostrnky"/>
        <w:noProof/>
      </w:rPr>
      <w:t>1</w:t>
    </w:r>
    <w:r>
      <w:rPr>
        <w:rStyle w:val="slostrnky"/>
      </w:rPr>
      <w:fldChar w:fldCharType="end"/>
    </w:r>
  </w:p>
  <w:p w14:paraId="7DC3181E" w14:textId="77777777" w:rsidR="00FC3954" w:rsidRDefault="00FC39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8D860" w14:textId="77777777" w:rsidR="00AC08CE" w:rsidRDefault="00AC08CE">
      <w:r>
        <w:separator/>
      </w:r>
    </w:p>
  </w:footnote>
  <w:footnote w:type="continuationSeparator" w:id="0">
    <w:p w14:paraId="0A084F55" w14:textId="77777777" w:rsidR="00AC08CE" w:rsidRDefault="00AC0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B1A"/>
    <w:multiLevelType w:val="singleLevel"/>
    <w:tmpl w:val="AB2A19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D6A5DEC"/>
    <w:multiLevelType w:val="hybridMultilevel"/>
    <w:tmpl w:val="BD142430"/>
    <w:lvl w:ilvl="0" w:tplc="34CAB3E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44275AAE"/>
    <w:multiLevelType w:val="hybridMultilevel"/>
    <w:tmpl w:val="3EE8B61A"/>
    <w:lvl w:ilvl="0" w:tplc="6570FD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374A81"/>
    <w:multiLevelType w:val="multilevel"/>
    <w:tmpl w:val="DDEEA67A"/>
    <w:lvl w:ilvl="0">
      <w:start w:val="918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2"/>
      <w:numFmt w:val="decimalZero"/>
      <w:lvlText w:val="%1-%2"/>
      <w:lvlJc w:val="left"/>
      <w:pPr>
        <w:tabs>
          <w:tab w:val="num" w:pos="3975"/>
        </w:tabs>
        <w:ind w:left="3975" w:hanging="21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20"/>
        </w:tabs>
        <w:ind w:left="5820" w:hanging="21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65"/>
        </w:tabs>
        <w:ind w:left="7665" w:hanging="21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510"/>
        </w:tabs>
        <w:ind w:left="9510" w:hanging="213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55"/>
        </w:tabs>
        <w:ind w:left="11355" w:hanging="213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200"/>
        </w:tabs>
        <w:ind w:left="13200" w:hanging="213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045"/>
        </w:tabs>
        <w:ind w:left="15045" w:hanging="213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890"/>
        </w:tabs>
        <w:ind w:left="16890" w:hanging="2130"/>
      </w:pPr>
      <w:rPr>
        <w:rFonts w:hint="default"/>
      </w:rPr>
    </w:lvl>
  </w:abstractNum>
  <w:abstractNum w:abstractNumId="4" w15:restartNumberingAfterBreak="0">
    <w:nsid w:val="78CB63A5"/>
    <w:multiLevelType w:val="hybridMultilevel"/>
    <w:tmpl w:val="166C9B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956E3D"/>
    <w:multiLevelType w:val="hybridMultilevel"/>
    <w:tmpl w:val="DF1AA746"/>
    <w:lvl w:ilvl="0" w:tplc="F9E0AD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F5E"/>
    <w:rsid w:val="00004F5E"/>
    <w:rsid w:val="000161C2"/>
    <w:rsid w:val="00022EAC"/>
    <w:rsid w:val="00030EF7"/>
    <w:rsid w:val="00050BD8"/>
    <w:rsid w:val="000540CE"/>
    <w:rsid w:val="000733CB"/>
    <w:rsid w:val="00080289"/>
    <w:rsid w:val="00083EC7"/>
    <w:rsid w:val="000B75F8"/>
    <w:rsid w:val="000D23C2"/>
    <w:rsid w:val="000E16B4"/>
    <w:rsid w:val="0010580C"/>
    <w:rsid w:val="00124A52"/>
    <w:rsid w:val="0012540C"/>
    <w:rsid w:val="0013377C"/>
    <w:rsid w:val="001769D4"/>
    <w:rsid w:val="00195F95"/>
    <w:rsid w:val="0019748F"/>
    <w:rsid w:val="001B27AA"/>
    <w:rsid w:val="001B2957"/>
    <w:rsid w:val="001B43C8"/>
    <w:rsid w:val="001B6B42"/>
    <w:rsid w:val="001D2260"/>
    <w:rsid w:val="001D65B4"/>
    <w:rsid w:val="001D72F3"/>
    <w:rsid w:val="001F0151"/>
    <w:rsid w:val="00212F04"/>
    <w:rsid w:val="002226B4"/>
    <w:rsid w:val="00232380"/>
    <w:rsid w:val="00241A3D"/>
    <w:rsid w:val="00295B28"/>
    <w:rsid w:val="002969A2"/>
    <w:rsid w:val="002C16F3"/>
    <w:rsid w:val="002C500D"/>
    <w:rsid w:val="002F0CA2"/>
    <w:rsid w:val="002F5315"/>
    <w:rsid w:val="002F5718"/>
    <w:rsid w:val="002F5D79"/>
    <w:rsid w:val="00303312"/>
    <w:rsid w:val="00303615"/>
    <w:rsid w:val="00307436"/>
    <w:rsid w:val="0031337C"/>
    <w:rsid w:val="00316ED5"/>
    <w:rsid w:val="00317795"/>
    <w:rsid w:val="00327168"/>
    <w:rsid w:val="00334A2C"/>
    <w:rsid w:val="003A001B"/>
    <w:rsid w:val="003A1A57"/>
    <w:rsid w:val="003C0D71"/>
    <w:rsid w:val="003F19B8"/>
    <w:rsid w:val="003F1F53"/>
    <w:rsid w:val="003F2B20"/>
    <w:rsid w:val="003F4B9F"/>
    <w:rsid w:val="00402D0F"/>
    <w:rsid w:val="0040754B"/>
    <w:rsid w:val="00423A95"/>
    <w:rsid w:val="00433895"/>
    <w:rsid w:val="00434305"/>
    <w:rsid w:val="0043493C"/>
    <w:rsid w:val="00434DDA"/>
    <w:rsid w:val="00443085"/>
    <w:rsid w:val="00445C60"/>
    <w:rsid w:val="004506CB"/>
    <w:rsid w:val="00460ED6"/>
    <w:rsid w:val="00470DF8"/>
    <w:rsid w:val="00477F60"/>
    <w:rsid w:val="00495847"/>
    <w:rsid w:val="004A2532"/>
    <w:rsid w:val="004A2E5C"/>
    <w:rsid w:val="004C4358"/>
    <w:rsid w:val="004D4B18"/>
    <w:rsid w:val="004D6956"/>
    <w:rsid w:val="004E151E"/>
    <w:rsid w:val="004F0E38"/>
    <w:rsid w:val="005214E1"/>
    <w:rsid w:val="00521F84"/>
    <w:rsid w:val="00543E1F"/>
    <w:rsid w:val="00560BB1"/>
    <w:rsid w:val="00597730"/>
    <w:rsid w:val="005A174C"/>
    <w:rsid w:val="005C7C65"/>
    <w:rsid w:val="0061578E"/>
    <w:rsid w:val="00620B20"/>
    <w:rsid w:val="00630366"/>
    <w:rsid w:val="006311C0"/>
    <w:rsid w:val="00643A16"/>
    <w:rsid w:val="00665F71"/>
    <w:rsid w:val="00675826"/>
    <w:rsid w:val="00676FB1"/>
    <w:rsid w:val="0069034B"/>
    <w:rsid w:val="00695D34"/>
    <w:rsid w:val="006B7B3E"/>
    <w:rsid w:val="006C0D4E"/>
    <w:rsid w:val="006C4696"/>
    <w:rsid w:val="006E2CE3"/>
    <w:rsid w:val="007138CA"/>
    <w:rsid w:val="00714424"/>
    <w:rsid w:val="00735E31"/>
    <w:rsid w:val="007476B8"/>
    <w:rsid w:val="00754C2D"/>
    <w:rsid w:val="00772A42"/>
    <w:rsid w:val="00774420"/>
    <w:rsid w:val="007823BF"/>
    <w:rsid w:val="00786A31"/>
    <w:rsid w:val="007A3EA6"/>
    <w:rsid w:val="007C02F0"/>
    <w:rsid w:val="007C0DE6"/>
    <w:rsid w:val="007C4F09"/>
    <w:rsid w:val="007D35E8"/>
    <w:rsid w:val="00806B34"/>
    <w:rsid w:val="0081011E"/>
    <w:rsid w:val="00817842"/>
    <w:rsid w:val="0081784F"/>
    <w:rsid w:val="00825648"/>
    <w:rsid w:val="00851126"/>
    <w:rsid w:val="008620D6"/>
    <w:rsid w:val="00874D4F"/>
    <w:rsid w:val="00882BE9"/>
    <w:rsid w:val="008A2D8F"/>
    <w:rsid w:val="008A3E44"/>
    <w:rsid w:val="008B4AD8"/>
    <w:rsid w:val="008B6855"/>
    <w:rsid w:val="008C3607"/>
    <w:rsid w:val="008D487A"/>
    <w:rsid w:val="008D7801"/>
    <w:rsid w:val="00902E71"/>
    <w:rsid w:val="00910FA2"/>
    <w:rsid w:val="00932F15"/>
    <w:rsid w:val="00944E20"/>
    <w:rsid w:val="00947DF0"/>
    <w:rsid w:val="00954975"/>
    <w:rsid w:val="00965225"/>
    <w:rsid w:val="009734EA"/>
    <w:rsid w:val="00982B7B"/>
    <w:rsid w:val="009841E9"/>
    <w:rsid w:val="00992107"/>
    <w:rsid w:val="00995019"/>
    <w:rsid w:val="009A5696"/>
    <w:rsid w:val="009C471C"/>
    <w:rsid w:val="009D06A4"/>
    <w:rsid w:val="009D6566"/>
    <w:rsid w:val="009F3BD2"/>
    <w:rsid w:val="009F4E24"/>
    <w:rsid w:val="00A03D58"/>
    <w:rsid w:val="00A124B7"/>
    <w:rsid w:val="00A139EE"/>
    <w:rsid w:val="00A15BEA"/>
    <w:rsid w:val="00A77558"/>
    <w:rsid w:val="00A83DC9"/>
    <w:rsid w:val="00AA6403"/>
    <w:rsid w:val="00AA78F3"/>
    <w:rsid w:val="00AB11BC"/>
    <w:rsid w:val="00AB61CF"/>
    <w:rsid w:val="00AC08CE"/>
    <w:rsid w:val="00AC2C7E"/>
    <w:rsid w:val="00AD6819"/>
    <w:rsid w:val="00AE2E6A"/>
    <w:rsid w:val="00AE4CFA"/>
    <w:rsid w:val="00AF5A95"/>
    <w:rsid w:val="00B1629C"/>
    <w:rsid w:val="00B350D4"/>
    <w:rsid w:val="00B401D0"/>
    <w:rsid w:val="00B40CCA"/>
    <w:rsid w:val="00B42484"/>
    <w:rsid w:val="00B54D35"/>
    <w:rsid w:val="00B61CEA"/>
    <w:rsid w:val="00B71545"/>
    <w:rsid w:val="00B75E94"/>
    <w:rsid w:val="00B76FA4"/>
    <w:rsid w:val="00BC5688"/>
    <w:rsid w:val="00BC78C0"/>
    <w:rsid w:val="00BD5195"/>
    <w:rsid w:val="00BE5B99"/>
    <w:rsid w:val="00BF25D5"/>
    <w:rsid w:val="00C24523"/>
    <w:rsid w:val="00C35B15"/>
    <w:rsid w:val="00C75D5C"/>
    <w:rsid w:val="00C860D5"/>
    <w:rsid w:val="00C910C6"/>
    <w:rsid w:val="00CD1B53"/>
    <w:rsid w:val="00CE3475"/>
    <w:rsid w:val="00CE35B8"/>
    <w:rsid w:val="00CE528C"/>
    <w:rsid w:val="00D02FC7"/>
    <w:rsid w:val="00D176B6"/>
    <w:rsid w:val="00D25F5D"/>
    <w:rsid w:val="00D3548B"/>
    <w:rsid w:val="00D50863"/>
    <w:rsid w:val="00D554AA"/>
    <w:rsid w:val="00D706BF"/>
    <w:rsid w:val="00D74FC0"/>
    <w:rsid w:val="00D9684E"/>
    <w:rsid w:val="00DA348B"/>
    <w:rsid w:val="00DA53D4"/>
    <w:rsid w:val="00DA6EEB"/>
    <w:rsid w:val="00DB6DC4"/>
    <w:rsid w:val="00DC44FE"/>
    <w:rsid w:val="00DC6B2C"/>
    <w:rsid w:val="00E10012"/>
    <w:rsid w:val="00E1055C"/>
    <w:rsid w:val="00E10E30"/>
    <w:rsid w:val="00E55116"/>
    <w:rsid w:val="00E718BA"/>
    <w:rsid w:val="00E73CA6"/>
    <w:rsid w:val="00E74C6D"/>
    <w:rsid w:val="00E93317"/>
    <w:rsid w:val="00EA027C"/>
    <w:rsid w:val="00EA5B39"/>
    <w:rsid w:val="00ED2BA4"/>
    <w:rsid w:val="00ED3C45"/>
    <w:rsid w:val="00EE0612"/>
    <w:rsid w:val="00EE3119"/>
    <w:rsid w:val="00EF40E2"/>
    <w:rsid w:val="00EF4472"/>
    <w:rsid w:val="00EF73BD"/>
    <w:rsid w:val="00F0686E"/>
    <w:rsid w:val="00F26B6B"/>
    <w:rsid w:val="00F64832"/>
    <w:rsid w:val="00F73626"/>
    <w:rsid w:val="00F740FD"/>
    <w:rsid w:val="00F86E43"/>
    <w:rsid w:val="00FB2B29"/>
    <w:rsid w:val="00FC3954"/>
    <w:rsid w:val="00FD1999"/>
    <w:rsid w:val="00FE4373"/>
    <w:rsid w:val="00FE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C59F3E0"/>
  <w15:chartTrackingRefBased/>
  <w15:docId w15:val="{D5FA6D62-C518-4FB5-9733-DD6782D7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1418"/>
      </w:tabs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jc w:val="center"/>
      <w:outlineLvl w:val="2"/>
    </w:pPr>
    <w:rPr>
      <w:b/>
      <w:smallCaps/>
      <w:sz w:val="32"/>
    </w:rPr>
  </w:style>
  <w:style w:type="paragraph" w:styleId="Nadpis4">
    <w:name w:val="heading 4"/>
    <w:basedOn w:val="Normln"/>
    <w:next w:val="Normln"/>
    <w:qFormat/>
    <w:pPr>
      <w:keepNext/>
      <w:tabs>
        <w:tab w:val="left" w:pos="1985"/>
      </w:tabs>
      <w:spacing w:line="360" w:lineRule="auto"/>
      <w:jc w:val="both"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tabs>
        <w:tab w:val="left" w:pos="851"/>
        <w:tab w:val="left" w:pos="2552"/>
      </w:tabs>
      <w:spacing w:line="360" w:lineRule="auto"/>
      <w:jc w:val="both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tabs>
        <w:tab w:val="left" w:pos="1985"/>
      </w:tabs>
      <w:spacing w:line="360" w:lineRule="auto"/>
      <w:ind w:firstLine="567"/>
    </w:pPr>
    <w:rPr>
      <w:sz w:val="24"/>
    </w:rPr>
  </w:style>
  <w:style w:type="paragraph" w:styleId="Zkladntextodsazen2">
    <w:name w:val="Body Text Indent 2"/>
    <w:basedOn w:val="Normln"/>
    <w:pPr>
      <w:tabs>
        <w:tab w:val="left" w:pos="1985"/>
      </w:tabs>
      <w:spacing w:line="360" w:lineRule="auto"/>
      <w:ind w:firstLine="567"/>
      <w:jc w:val="both"/>
    </w:pPr>
    <w:rPr>
      <w:sz w:val="24"/>
    </w:rPr>
  </w:style>
  <w:style w:type="paragraph" w:styleId="Zkladntextodsazen3">
    <w:name w:val="Body Text Indent 3"/>
    <w:basedOn w:val="Normln"/>
    <w:pPr>
      <w:tabs>
        <w:tab w:val="left" w:pos="851"/>
        <w:tab w:val="left" w:pos="1134"/>
        <w:tab w:val="left" w:pos="1985"/>
      </w:tabs>
      <w:spacing w:line="360" w:lineRule="auto"/>
      <w:ind w:left="1134" w:hanging="567"/>
      <w:jc w:val="both"/>
    </w:pPr>
    <w:rPr>
      <w:sz w:val="24"/>
    </w:rPr>
  </w:style>
  <w:style w:type="paragraph" w:styleId="Zkladntext">
    <w:name w:val="Body Text"/>
    <w:basedOn w:val="Normln"/>
    <w:pPr>
      <w:tabs>
        <w:tab w:val="left" w:pos="2552"/>
      </w:tabs>
      <w:spacing w:line="360" w:lineRule="auto"/>
      <w:jc w:val="both"/>
    </w:pPr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C16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Projekty%20CZ%20Teplo\tituln&#237;%20list%20projektu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titulní list projektu.dot</Template>
  <TotalTime>1</TotalTime>
  <Pages>1</Pages>
  <Words>65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 - projekt, TZ ...</vt:lpstr>
    </vt:vector>
  </TitlesOfParts>
  <Company>Ing. Václav Remuta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 - projekt, TZ ...</dc:title>
  <dc:subject/>
  <dc:creator>Václav Remuta</dc:creator>
  <cp:keywords/>
  <cp:lastModifiedBy>Václav Remuta</cp:lastModifiedBy>
  <cp:revision>3</cp:revision>
  <cp:lastPrinted>2021-05-14T18:06:00Z</cp:lastPrinted>
  <dcterms:created xsi:type="dcterms:W3CDTF">2021-05-14T19:01:00Z</dcterms:created>
  <dcterms:modified xsi:type="dcterms:W3CDTF">2021-05-14T19:02:00Z</dcterms:modified>
</cp:coreProperties>
</file>